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10790"/>
      </w:tblGrid>
      <w:tr w:rsidR="004347E9" w:rsidTr="00953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107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347E9" w:rsidRPr="00DD4F61" w:rsidRDefault="00DD4F61" w:rsidP="00953F42">
            <w:pPr>
              <w:spacing w:beforeLines="0" w:afterLines="0"/>
              <w:rPr>
                <w:rStyle w:val="SubtleEmphasis"/>
                <w:i/>
              </w:rPr>
            </w:pPr>
            <w:bookmarkStart w:id="0" w:name="_GoBack"/>
            <w:bookmarkEnd w:id="0"/>
            <w:r w:rsidRPr="00DD4F61">
              <w:rPr>
                <w:rStyle w:val="SubtleEmphasis"/>
                <w:i/>
              </w:rPr>
              <w:t xml:space="preserve">This procedure provides the detailed steps to connect to Project Web App from within a web browser, and </w:t>
            </w:r>
            <w:r w:rsidR="00065341">
              <w:rPr>
                <w:rStyle w:val="SubtleEmphasis"/>
                <w:i/>
              </w:rPr>
              <w:t xml:space="preserve">to </w:t>
            </w:r>
            <w:r w:rsidRPr="00DD4F61">
              <w:rPr>
                <w:rStyle w:val="SubtleEmphasis"/>
                <w:i/>
              </w:rPr>
              <w:t>create a Project Web App account for Microsoft Project Professional</w:t>
            </w:r>
            <w:r>
              <w:rPr>
                <w:rStyle w:val="SubtleEmphasis"/>
                <w:i/>
              </w:rPr>
              <w:t>.</w:t>
            </w:r>
          </w:p>
        </w:tc>
      </w:tr>
    </w:tbl>
    <w:p w:rsidR="004347E9" w:rsidRDefault="004347E9"/>
    <w:tbl>
      <w:tblPr>
        <w:tblStyle w:val="TableGridLight"/>
        <w:tblW w:w="0" w:type="auto"/>
        <w:tblLook w:val="0620" w:firstRow="1" w:lastRow="0" w:firstColumn="0" w:lastColumn="0" w:noHBand="1" w:noVBand="1"/>
      </w:tblPr>
      <w:tblGrid>
        <w:gridCol w:w="5400"/>
        <w:gridCol w:w="5400"/>
      </w:tblGrid>
      <w:tr w:rsidR="00E3600E" w:rsidTr="00C85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tcW w:w="10800" w:type="dxa"/>
            <w:gridSpan w:val="2"/>
          </w:tcPr>
          <w:p w:rsidR="00E3600E" w:rsidRDefault="00DD4F61" w:rsidP="00C8502F">
            <w:pPr>
              <w:spacing w:after="144"/>
            </w:pPr>
            <w:r>
              <w:t>Connect to PWA</w:t>
            </w:r>
          </w:p>
        </w:tc>
      </w:tr>
      <w:tr w:rsidR="00E3600E" w:rsidTr="00953F42">
        <w:trPr>
          <w:trHeight w:val="168"/>
        </w:trPr>
        <w:tc>
          <w:tcPr>
            <w:tcW w:w="5400" w:type="dxa"/>
            <w:vAlign w:val="center"/>
          </w:tcPr>
          <w:p w:rsidR="00E3600E" w:rsidRPr="00C8502F" w:rsidRDefault="004E476F" w:rsidP="00953F42">
            <w:pPr>
              <w:rPr>
                <w:rFonts w:ascii="Segoe UI Semibold" w:hAnsi="Segoe UI Semibold" w:cs="Segoe UI Semibold"/>
              </w:rPr>
            </w:pPr>
            <w:r w:rsidRPr="00C8502F">
              <w:rPr>
                <w:rFonts w:ascii="Segoe UI Semibold" w:hAnsi="Segoe UI Semibold" w:cs="Segoe UI Semibold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-364490</wp:posOffset>
                  </wp:positionH>
                  <wp:positionV relativeFrom="paragraph">
                    <wp:posOffset>-95885</wp:posOffset>
                  </wp:positionV>
                  <wp:extent cx="250190" cy="27432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4F61">
              <w:rPr>
                <w:rFonts w:ascii="Segoe UI Semibold" w:hAnsi="Segoe UI Semibold" w:cs="Segoe UI Semibold"/>
              </w:rPr>
              <w:t>Project Manager</w:t>
            </w:r>
          </w:p>
        </w:tc>
        <w:tc>
          <w:tcPr>
            <w:tcW w:w="5400" w:type="dxa"/>
            <w:vAlign w:val="center"/>
          </w:tcPr>
          <w:p w:rsidR="00E3600E" w:rsidRPr="00C8502F" w:rsidRDefault="004E476F" w:rsidP="00953F42">
            <w:pPr>
              <w:rPr>
                <w:rFonts w:ascii="Segoe UI Semibold" w:hAnsi="Segoe UI Semibold" w:cs="Segoe UI Semibold"/>
              </w:rPr>
            </w:pPr>
            <w:r w:rsidRPr="00C8502F">
              <w:rPr>
                <w:rFonts w:ascii="Segoe UI Semibold" w:hAnsi="Segoe UI Semibold" w:cs="Segoe UI Semibold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-400050</wp:posOffset>
                  </wp:positionH>
                  <wp:positionV relativeFrom="paragraph">
                    <wp:posOffset>-61595</wp:posOffset>
                  </wp:positionV>
                  <wp:extent cx="276860" cy="274320"/>
                  <wp:effectExtent l="0" t="0" r="889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4F61">
              <w:rPr>
                <w:rFonts w:ascii="Segoe UI Semibold" w:hAnsi="Segoe UI Semibold" w:cs="Segoe UI Semibold"/>
              </w:rPr>
              <w:t>Browser – ‘Home Page’</w:t>
            </w:r>
          </w:p>
        </w:tc>
      </w:tr>
      <w:tr w:rsidR="00C8502F" w:rsidTr="00261FE4">
        <w:tc>
          <w:tcPr>
            <w:tcW w:w="10800" w:type="dxa"/>
            <w:gridSpan w:val="2"/>
          </w:tcPr>
          <w:p w:rsidR="00C8502F" w:rsidRPr="00C8502F" w:rsidRDefault="00065341" w:rsidP="00C8502F">
            <w:pPr>
              <w:pStyle w:val="ListParagraph"/>
            </w:pPr>
            <w:r>
              <w:t>Lau</w:t>
            </w:r>
            <w:r w:rsidRPr="00503156">
              <w:t>nch your web browser (i.e. Internet Explorer, Edge, etc.)</w:t>
            </w:r>
            <w:r w:rsidR="00DD4F61">
              <w:t>.</w:t>
            </w:r>
          </w:p>
        </w:tc>
      </w:tr>
      <w:tr w:rsidR="00C8502F" w:rsidTr="00650B51">
        <w:tc>
          <w:tcPr>
            <w:tcW w:w="10800" w:type="dxa"/>
            <w:gridSpan w:val="2"/>
          </w:tcPr>
          <w:p w:rsidR="00C8502F" w:rsidRPr="00C8502F" w:rsidRDefault="00DD4F61" w:rsidP="00C8502F">
            <w:pPr>
              <w:pStyle w:val="ListParagraph"/>
            </w:pPr>
            <w:r>
              <w:t xml:space="preserve">Enter the URL </w:t>
            </w:r>
            <w:r w:rsidR="00065341">
              <w:t xml:space="preserve">of the PWA site </w:t>
            </w:r>
            <w:r>
              <w:t>in the browser address field.</w:t>
            </w:r>
          </w:p>
        </w:tc>
      </w:tr>
      <w:tr w:rsidR="00C8502F" w:rsidTr="006B6679">
        <w:tc>
          <w:tcPr>
            <w:tcW w:w="10800" w:type="dxa"/>
            <w:gridSpan w:val="2"/>
          </w:tcPr>
          <w:p w:rsidR="00C8502F" w:rsidRDefault="00DD4F61" w:rsidP="00065341">
            <w:pPr>
              <w:pStyle w:val="ListParagraph"/>
              <w:spacing w:after="120"/>
              <w:ind w:left="432"/>
              <w:contextualSpacing w:val="0"/>
            </w:pPr>
            <w:r>
              <w:t>Enter your user name and password if requested.</w:t>
            </w:r>
          </w:p>
          <w:p w:rsidR="00DD4F61" w:rsidRPr="00C8502F" w:rsidRDefault="00DD4F61" w:rsidP="00DD4F61">
            <w:pPr>
              <w:ind w:left="427"/>
            </w:pPr>
            <w:r w:rsidRPr="00DD4F61">
              <w:t xml:space="preserve">The </w:t>
            </w:r>
            <w:r w:rsidR="00F85686">
              <w:t>‘</w:t>
            </w:r>
            <w:r w:rsidR="00065341" w:rsidRPr="00F85686">
              <w:rPr>
                <w:b/>
              </w:rPr>
              <w:t>Home</w:t>
            </w:r>
            <w:r w:rsidR="00F85686">
              <w:t>’</w:t>
            </w:r>
            <w:r w:rsidRPr="00DD4F61">
              <w:t xml:space="preserve"> page</w:t>
            </w:r>
            <w:r w:rsidR="00065341">
              <w:t xml:space="preserve"> of PWA</w:t>
            </w:r>
            <w:r w:rsidRPr="00DD4F61">
              <w:t xml:space="preserve"> should be displayed.  If you are unable </w:t>
            </w:r>
            <w:r w:rsidR="00D748AE">
              <w:t>access the PWA site</w:t>
            </w:r>
            <w:r w:rsidRPr="00DD4F61">
              <w:t>, verify that you have the correct URL and that you have permissions to the site</w:t>
            </w:r>
            <w:r>
              <w:t>.</w:t>
            </w:r>
          </w:p>
        </w:tc>
      </w:tr>
      <w:tr w:rsidR="00DD4F61" w:rsidTr="006B6679">
        <w:tc>
          <w:tcPr>
            <w:tcW w:w="10800" w:type="dxa"/>
            <w:gridSpan w:val="2"/>
          </w:tcPr>
          <w:p w:rsidR="00DD4F61" w:rsidRDefault="00DD4F61" w:rsidP="00DD4F61">
            <w:pPr>
              <w:pStyle w:val="ListParagraph"/>
            </w:pPr>
            <w:r w:rsidRPr="00DD4F61">
              <w:t xml:space="preserve">Save the URL </w:t>
            </w:r>
            <w:r w:rsidR="00D748AE">
              <w:t xml:space="preserve">of your PWA </w:t>
            </w:r>
            <w:r w:rsidRPr="00DD4F61">
              <w:t>to your browser ‘Favorites’</w:t>
            </w:r>
            <w:r w:rsidR="00065341">
              <w:t xml:space="preserve"> list</w:t>
            </w:r>
            <w:r w:rsidRPr="00DD4F61">
              <w:t xml:space="preserve"> for quick access in the future</w:t>
            </w:r>
            <w:r>
              <w:t>.</w:t>
            </w:r>
          </w:p>
        </w:tc>
      </w:tr>
    </w:tbl>
    <w:p w:rsidR="00953F42" w:rsidRDefault="00953F42"/>
    <w:tbl>
      <w:tblPr>
        <w:tblStyle w:val="TableGridLight"/>
        <w:tblW w:w="0" w:type="auto"/>
        <w:tblLook w:val="0620" w:firstRow="1" w:lastRow="0" w:firstColumn="0" w:lastColumn="0" w:noHBand="1" w:noVBand="1"/>
      </w:tblPr>
      <w:tblGrid>
        <w:gridCol w:w="5400"/>
        <w:gridCol w:w="5400"/>
      </w:tblGrid>
      <w:tr w:rsidR="00953F42" w:rsidTr="009901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tcW w:w="10800" w:type="dxa"/>
            <w:gridSpan w:val="2"/>
          </w:tcPr>
          <w:p w:rsidR="00953F42" w:rsidRDefault="00DD4F61" w:rsidP="00990127">
            <w:pPr>
              <w:spacing w:after="144"/>
            </w:pPr>
            <w:r w:rsidRPr="00DD4F61">
              <w:t>Create a Project Web App Account for Microsoft Project Professional</w:t>
            </w:r>
          </w:p>
        </w:tc>
      </w:tr>
      <w:tr w:rsidR="00953F42" w:rsidTr="00990127">
        <w:trPr>
          <w:trHeight w:val="168"/>
        </w:trPr>
        <w:tc>
          <w:tcPr>
            <w:tcW w:w="5400" w:type="dxa"/>
            <w:vAlign w:val="center"/>
          </w:tcPr>
          <w:p w:rsidR="00953F42" w:rsidRPr="00C8502F" w:rsidRDefault="00953F42" w:rsidP="00990127">
            <w:pPr>
              <w:rPr>
                <w:rFonts w:ascii="Segoe UI Semibold" w:hAnsi="Segoe UI Semibold" w:cs="Segoe UI Semibold"/>
              </w:rPr>
            </w:pPr>
            <w:r w:rsidRPr="00C8502F">
              <w:rPr>
                <w:rFonts w:ascii="Segoe UI Semibold" w:hAnsi="Segoe UI Semibold" w:cs="Segoe UI Semibold"/>
                <w:noProof/>
              </w:rPr>
              <w:drawing>
                <wp:anchor distT="0" distB="0" distL="114300" distR="114300" simplePos="0" relativeHeight="251661312" behindDoc="0" locked="0" layoutInCell="1" allowOverlap="1" wp14:anchorId="717834C7" wp14:editId="2B8DB094">
                  <wp:simplePos x="0" y="0"/>
                  <wp:positionH relativeFrom="column">
                    <wp:posOffset>-364490</wp:posOffset>
                  </wp:positionH>
                  <wp:positionV relativeFrom="paragraph">
                    <wp:posOffset>-95885</wp:posOffset>
                  </wp:positionV>
                  <wp:extent cx="250190" cy="27432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4F61">
              <w:rPr>
                <w:rFonts w:ascii="Segoe UI Semibold" w:hAnsi="Segoe UI Semibold" w:cs="Segoe UI Semibold"/>
              </w:rPr>
              <w:t>Project Manager</w:t>
            </w:r>
          </w:p>
        </w:tc>
        <w:tc>
          <w:tcPr>
            <w:tcW w:w="5400" w:type="dxa"/>
            <w:vAlign w:val="center"/>
          </w:tcPr>
          <w:p w:rsidR="00953F42" w:rsidRPr="00C8502F" w:rsidRDefault="00953F42" w:rsidP="00990127">
            <w:pPr>
              <w:rPr>
                <w:rFonts w:ascii="Segoe UI Semibold" w:hAnsi="Segoe UI Semibold" w:cs="Segoe UI Semibold"/>
              </w:rPr>
            </w:pPr>
            <w:r w:rsidRPr="00C8502F">
              <w:rPr>
                <w:rFonts w:ascii="Segoe UI Semibold" w:hAnsi="Segoe UI Semibold" w:cs="Segoe UI Semibold"/>
                <w:noProof/>
              </w:rPr>
              <w:drawing>
                <wp:anchor distT="0" distB="0" distL="114300" distR="114300" simplePos="0" relativeHeight="251662336" behindDoc="0" locked="0" layoutInCell="1" allowOverlap="1" wp14:anchorId="75BBE206" wp14:editId="43DAEC3A">
                  <wp:simplePos x="0" y="0"/>
                  <wp:positionH relativeFrom="column">
                    <wp:posOffset>-400050</wp:posOffset>
                  </wp:positionH>
                  <wp:positionV relativeFrom="paragraph">
                    <wp:posOffset>-61595</wp:posOffset>
                  </wp:positionV>
                  <wp:extent cx="276860" cy="274320"/>
                  <wp:effectExtent l="0" t="0" r="889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4F61">
              <w:rPr>
                <w:rFonts w:ascii="Segoe UI Semibold" w:hAnsi="Segoe UI Semibold" w:cs="Segoe UI Semibold"/>
              </w:rPr>
              <w:t>Project Professional – ‘Any View’</w:t>
            </w:r>
          </w:p>
        </w:tc>
      </w:tr>
      <w:tr w:rsidR="00953F42" w:rsidTr="00990127">
        <w:tc>
          <w:tcPr>
            <w:tcW w:w="10800" w:type="dxa"/>
            <w:gridSpan w:val="2"/>
          </w:tcPr>
          <w:p w:rsidR="00953F42" w:rsidRPr="00C8502F" w:rsidRDefault="00DD4F61" w:rsidP="00953F42">
            <w:pPr>
              <w:pStyle w:val="ListParagraph"/>
            </w:pPr>
            <w:r>
              <w:t>Launch Microsoft Project Professional</w:t>
            </w:r>
            <w:r w:rsidR="00065341">
              <w:t>.</w:t>
            </w:r>
          </w:p>
        </w:tc>
      </w:tr>
      <w:tr w:rsidR="00953F42" w:rsidTr="00990127">
        <w:tc>
          <w:tcPr>
            <w:tcW w:w="10800" w:type="dxa"/>
            <w:gridSpan w:val="2"/>
          </w:tcPr>
          <w:p w:rsidR="00953F42" w:rsidRPr="00C8502F" w:rsidRDefault="00065341" w:rsidP="00953F42">
            <w:pPr>
              <w:pStyle w:val="ListParagraph"/>
            </w:pPr>
            <w:r>
              <w:t>If you see a ‘</w:t>
            </w:r>
            <w:r w:rsidRPr="00D748AE">
              <w:rPr>
                <w:b/>
              </w:rPr>
              <w:t>Login</w:t>
            </w:r>
            <w:r>
              <w:t>’ dialog, select</w:t>
            </w:r>
            <w:r w:rsidR="00DD4F61" w:rsidRPr="00DD4F61">
              <w:t xml:space="preserve"> the </w:t>
            </w:r>
            <w:r w:rsidR="00DD4F61" w:rsidRPr="00565E81">
              <w:t>‘</w:t>
            </w:r>
            <w:r w:rsidR="00DD4F61" w:rsidRPr="00DD4F61">
              <w:rPr>
                <w:b/>
              </w:rPr>
              <w:t>Computer</w:t>
            </w:r>
            <w:r w:rsidR="00DD4F61" w:rsidRPr="00565E81">
              <w:t>’</w:t>
            </w:r>
            <w:r w:rsidR="00DD4F61" w:rsidRPr="00DD4F61">
              <w:t xml:space="preserve"> profile </w:t>
            </w:r>
            <w:r w:rsidR="003C2E56">
              <w:t xml:space="preserve">and click </w:t>
            </w:r>
            <w:r>
              <w:t xml:space="preserve">the </w:t>
            </w:r>
            <w:r w:rsidR="003C2E56" w:rsidRPr="00065341">
              <w:t>‘</w:t>
            </w:r>
            <w:r w:rsidR="003C2E56">
              <w:rPr>
                <w:b/>
              </w:rPr>
              <w:t>OK</w:t>
            </w:r>
            <w:r w:rsidR="003C2E56" w:rsidRPr="00065341">
              <w:t>’</w:t>
            </w:r>
            <w:r>
              <w:t xml:space="preserve"> button</w:t>
            </w:r>
            <w:r w:rsidR="00565E81">
              <w:t>.</w:t>
            </w:r>
          </w:p>
        </w:tc>
      </w:tr>
      <w:tr w:rsidR="00953F42" w:rsidTr="00990127">
        <w:tc>
          <w:tcPr>
            <w:tcW w:w="10800" w:type="dxa"/>
            <w:gridSpan w:val="2"/>
          </w:tcPr>
          <w:p w:rsidR="00953F42" w:rsidRPr="00C8502F" w:rsidRDefault="00065341" w:rsidP="00990127">
            <w:pPr>
              <w:pStyle w:val="ListParagraph"/>
            </w:pPr>
            <w:r>
              <w:t>Press the ‘</w:t>
            </w:r>
            <w:r w:rsidRPr="00065341">
              <w:rPr>
                <w:b/>
              </w:rPr>
              <w:t>Escape</w:t>
            </w:r>
            <w:r>
              <w:t>’ key on your computer keyboard to open a new blank project.</w:t>
            </w:r>
          </w:p>
        </w:tc>
      </w:tr>
      <w:tr w:rsidR="00565E81" w:rsidTr="00990127">
        <w:tc>
          <w:tcPr>
            <w:tcW w:w="10800" w:type="dxa"/>
            <w:gridSpan w:val="2"/>
          </w:tcPr>
          <w:p w:rsidR="00565E81" w:rsidRPr="00565E81" w:rsidRDefault="00065341" w:rsidP="00990127">
            <w:pPr>
              <w:pStyle w:val="ListParagraph"/>
            </w:pPr>
            <w:r>
              <w:t>Click the ‘</w:t>
            </w:r>
            <w:r w:rsidRPr="00065341">
              <w:rPr>
                <w:b/>
              </w:rPr>
              <w:t>File</w:t>
            </w:r>
            <w:r>
              <w:t>’ tab and then click the</w:t>
            </w:r>
            <w:r w:rsidR="00980486">
              <w:t xml:space="preserve"> </w:t>
            </w:r>
            <w:r w:rsidR="00565E81">
              <w:t>‘</w:t>
            </w:r>
            <w:r w:rsidR="00565E81">
              <w:rPr>
                <w:b/>
              </w:rPr>
              <w:t>Info</w:t>
            </w:r>
            <w:r w:rsidR="00565E81">
              <w:t>’</w:t>
            </w:r>
            <w:r>
              <w:t xml:space="preserve"> tab in the Backstage</w:t>
            </w:r>
            <w:r w:rsidR="00565E81">
              <w:t>.</w:t>
            </w:r>
          </w:p>
        </w:tc>
      </w:tr>
      <w:tr w:rsidR="00565E81" w:rsidTr="00990127">
        <w:tc>
          <w:tcPr>
            <w:tcW w:w="10800" w:type="dxa"/>
            <w:gridSpan w:val="2"/>
          </w:tcPr>
          <w:p w:rsidR="00565E81" w:rsidRDefault="00065341" w:rsidP="00565E81">
            <w:pPr>
              <w:pStyle w:val="ListParagraph"/>
              <w:ind w:left="427"/>
            </w:pPr>
            <w:r>
              <w:t xml:space="preserve">On the </w:t>
            </w:r>
            <w:r w:rsidR="00D748AE">
              <w:t>‘</w:t>
            </w:r>
            <w:r w:rsidRPr="00D748AE">
              <w:rPr>
                <w:b/>
              </w:rPr>
              <w:t>Info</w:t>
            </w:r>
            <w:r w:rsidR="00D748AE">
              <w:t>’</w:t>
            </w:r>
            <w:r>
              <w:t xml:space="preserve"> page, click the</w:t>
            </w:r>
            <w:r w:rsidR="00565E81">
              <w:t xml:space="preserve"> ‘</w:t>
            </w:r>
            <w:r w:rsidR="00565E81" w:rsidRPr="00565E81">
              <w:rPr>
                <w:b/>
              </w:rPr>
              <w:t>Manage Accounts</w:t>
            </w:r>
            <w:r w:rsidR="00565E81">
              <w:t>’</w:t>
            </w:r>
            <w:r w:rsidR="00980486">
              <w:t xml:space="preserve"> button</w:t>
            </w:r>
            <w:r w:rsidR="00565E81">
              <w:t>.</w:t>
            </w:r>
          </w:p>
          <w:p w:rsidR="00691D97" w:rsidRDefault="00565E81" w:rsidP="00F06569">
            <w:pPr>
              <w:spacing w:after="120"/>
              <w:contextualSpacing w:val="0"/>
              <w:jc w:val="center"/>
            </w:pP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1E4989" wp14:editId="7FF7D0BA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455612</wp:posOffset>
                      </wp:positionV>
                      <wp:extent cx="600075" cy="619125"/>
                      <wp:effectExtent l="0" t="0" r="28575" b="2857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19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15F51A26" id="Rectangle 2" o:spid="_x0000_s1026" style="position:absolute;margin-left:3in;margin-top:35.85pt;width:47.25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" filled="f" strokecolor="red" strokeweight="1.5pt"/>
                  </w:pict>
                </mc:Fallback>
              </mc:AlternateContent>
            </w:r>
            <w:r>
              <w:rPr>
                <w:rFonts w:ascii="Verdana" w:hAnsi="Verdana"/>
                <w:noProof/>
                <w:bdr w:val="single" w:sz="4" w:space="0" w:color="D9D9D9"/>
              </w:rPr>
              <w:drawing>
                <wp:inline distT="0" distB="0" distL="0" distR="0" wp14:anchorId="42EDE906" wp14:editId="3C116DDC">
                  <wp:extent cx="3596640" cy="1120140"/>
                  <wp:effectExtent l="19050" t="19050" r="22860" b="22860"/>
                  <wp:docPr id="7" name="Picture 7" descr="Create Projet Server Accou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reate Projet Server Accou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6640" cy="112014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chemeClr val="bg1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691D97" w:rsidRPr="00691D97" w:rsidRDefault="00691D97" w:rsidP="00691D97"/>
          <w:p w:rsidR="00691D97" w:rsidRPr="00691D97" w:rsidRDefault="00691D97" w:rsidP="00691D97"/>
          <w:p w:rsidR="00691D97" w:rsidRPr="00691D97" w:rsidRDefault="00691D97" w:rsidP="00691D97"/>
          <w:p w:rsidR="00691D97" w:rsidRPr="00691D97" w:rsidRDefault="00691D97" w:rsidP="00691D97"/>
          <w:p w:rsidR="00691D97" w:rsidRPr="00691D97" w:rsidRDefault="00691D97" w:rsidP="00691D97"/>
          <w:p w:rsidR="00691D97" w:rsidRPr="00691D97" w:rsidRDefault="00691D97" w:rsidP="00691D97"/>
          <w:p w:rsidR="00691D97" w:rsidRPr="00691D97" w:rsidRDefault="00691D97" w:rsidP="00691D97"/>
          <w:p w:rsidR="00691D97" w:rsidRDefault="00691D97" w:rsidP="00691D97"/>
          <w:p w:rsidR="00691D97" w:rsidRPr="00691D97" w:rsidRDefault="00691D97" w:rsidP="00691D97"/>
          <w:p w:rsidR="00691D97" w:rsidRPr="00691D97" w:rsidRDefault="00691D97" w:rsidP="00691D97"/>
          <w:p w:rsidR="00691D97" w:rsidRDefault="00691D97" w:rsidP="00691D97"/>
          <w:p w:rsidR="00691D97" w:rsidRPr="00691D97" w:rsidRDefault="00691D97" w:rsidP="00691D97"/>
          <w:p w:rsidR="00565E81" w:rsidRPr="00691D97" w:rsidRDefault="00691D97" w:rsidP="00691D97">
            <w:pPr>
              <w:tabs>
                <w:tab w:val="left" w:pos="1140"/>
              </w:tabs>
            </w:pPr>
            <w:r>
              <w:tab/>
            </w:r>
          </w:p>
        </w:tc>
      </w:tr>
      <w:tr w:rsidR="00565E81" w:rsidTr="00990127">
        <w:tc>
          <w:tcPr>
            <w:tcW w:w="10800" w:type="dxa"/>
            <w:gridSpan w:val="2"/>
          </w:tcPr>
          <w:p w:rsidR="00565E81" w:rsidRDefault="00065341" w:rsidP="00990127">
            <w:pPr>
              <w:pStyle w:val="ListParagraph"/>
            </w:pPr>
            <w:r>
              <w:lastRenderedPageBreak/>
              <w:t>In the ‘</w:t>
            </w:r>
            <w:r w:rsidRPr="00065341">
              <w:rPr>
                <w:b/>
              </w:rPr>
              <w:t>Project Web App Accounts</w:t>
            </w:r>
            <w:r>
              <w:t>’ dialog, c</w:t>
            </w:r>
            <w:r w:rsidR="00565E81">
              <w:t>lick the ‘</w:t>
            </w:r>
            <w:r w:rsidR="00565E81">
              <w:rPr>
                <w:b/>
              </w:rPr>
              <w:t>Add</w:t>
            </w:r>
            <w:r w:rsidR="00565E81">
              <w:t>’ button.</w:t>
            </w:r>
          </w:p>
          <w:p w:rsidR="00691D97" w:rsidRDefault="00565E81" w:rsidP="00F06569">
            <w:pPr>
              <w:spacing w:after="120"/>
              <w:contextualSpacing w:val="0"/>
              <w:jc w:val="center"/>
            </w:pP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0F62E8" wp14:editId="37521295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100648</wp:posOffset>
                      </wp:positionV>
                      <wp:extent cx="942975" cy="200025"/>
                      <wp:effectExtent l="0" t="0" r="28575" b="28575"/>
                      <wp:wrapNone/>
                      <wp:docPr id="1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434F7C53" id="Rectangle 3" o:spid="_x0000_s1026" style="position:absolute;margin-left:106.5pt;margin-top:7.95pt;width:74.2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" filled="f" strokecolor="red" strokeweight="1.5pt"/>
                  </w:pict>
                </mc:Fallback>
              </mc:AlternateContent>
            </w:r>
            <w:r>
              <w:rPr>
                <w:noProof/>
                <w:bdr w:val="single" w:sz="4" w:space="0" w:color="D9D9D9"/>
              </w:rPr>
              <w:drawing>
                <wp:inline distT="0" distB="0" distL="0" distR="0" wp14:anchorId="15A57F5B" wp14:editId="0913871A">
                  <wp:extent cx="4069080" cy="1402080"/>
                  <wp:effectExtent l="19050" t="19050" r="26670" b="2667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080" cy="140208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chemeClr val="bg1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691D97" w:rsidRPr="00691D97" w:rsidRDefault="00691D97" w:rsidP="00691D97"/>
          <w:p w:rsidR="00691D97" w:rsidRDefault="00691D97" w:rsidP="00691D97"/>
          <w:p w:rsidR="00565E81" w:rsidRPr="00691D97" w:rsidRDefault="00565E81" w:rsidP="00691D97"/>
        </w:tc>
      </w:tr>
      <w:tr w:rsidR="00565E81" w:rsidTr="00990127">
        <w:tc>
          <w:tcPr>
            <w:tcW w:w="10800" w:type="dxa"/>
            <w:gridSpan w:val="2"/>
          </w:tcPr>
          <w:p w:rsidR="00565E81" w:rsidRDefault="00065341" w:rsidP="00990127">
            <w:pPr>
              <w:pStyle w:val="ListParagraph"/>
            </w:pPr>
            <w:r>
              <w:t>In the ‘</w:t>
            </w:r>
            <w:r w:rsidRPr="00065341">
              <w:rPr>
                <w:b/>
              </w:rPr>
              <w:t>Account Properties</w:t>
            </w:r>
            <w:r>
              <w:t>’ dialog, enter a descriptive name for your Project Web App (PWA) site in the ‘</w:t>
            </w:r>
            <w:r w:rsidR="00565E81" w:rsidRPr="00065341">
              <w:rPr>
                <w:b/>
              </w:rPr>
              <w:t>Account Name</w:t>
            </w:r>
            <w:r>
              <w:t>’</w:t>
            </w:r>
            <w:r w:rsidR="00565E81">
              <w:t xml:space="preserve"> </w:t>
            </w:r>
            <w:r>
              <w:t>field</w:t>
            </w:r>
            <w:r w:rsidR="00565E81">
              <w:t>, such as “&lt;My Company&gt; PWA’”.</w:t>
            </w:r>
          </w:p>
          <w:p w:rsidR="00D748AE" w:rsidRDefault="00D748AE" w:rsidP="00F06569">
            <w:pPr>
              <w:spacing w:after="120"/>
              <w:ind w:left="72"/>
              <w:contextualSpacing w:val="0"/>
              <w:jc w:val="center"/>
            </w:pP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56028E5" wp14:editId="050DC88A">
                      <wp:simplePos x="0" y="0"/>
                      <wp:positionH relativeFrom="column">
                        <wp:posOffset>1732915</wp:posOffset>
                      </wp:positionH>
                      <wp:positionV relativeFrom="paragraph">
                        <wp:posOffset>343535</wp:posOffset>
                      </wp:positionV>
                      <wp:extent cx="790575" cy="209550"/>
                      <wp:effectExtent l="0" t="0" r="28575" b="19050"/>
                      <wp:wrapNone/>
                      <wp:docPr id="1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237E903F" id="Rectangle 9" o:spid="_x0000_s1026" style="position:absolute;margin-left:136.45pt;margin-top:27.05pt;width:62.2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" filled="f" strokecolor="red" strokeweight="1.5pt"/>
                  </w:pict>
                </mc:Fallback>
              </mc:AlternateContent>
            </w: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5805096" wp14:editId="06A075CB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734060</wp:posOffset>
                      </wp:positionV>
                      <wp:extent cx="923925" cy="200025"/>
                      <wp:effectExtent l="0" t="0" r="28575" b="28575"/>
                      <wp:wrapNone/>
                      <wp:docPr id="1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160637B5" id="Rectangle 9" o:spid="_x0000_s1026" style="position:absolute;margin-left:135.6pt;margin-top:57.8pt;width:72.7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" filled="f" strokecolor="red" strokeweight="1.5pt"/>
                  </w:pict>
                </mc:Fallback>
              </mc:AlternateContent>
            </w: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2F58931" wp14:editId="409CEC86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1129665</wp:posOffset>
                      </wp:positionV>
                      <wp:extent cx="1200150" cy="228600"/>
                      <wp:effectExtent l="0" t="0" r="19050" b="19050"/>
                      <wp:wrapNone/>
                      <wp:docPr id="1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36F7FEEA" id="Rectangle 9" o:spid="_x0000_s1026" style="position:absolute;margin-left:136.35pt;margin-top:88.95pt;width:94.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" filled="f" strokecolor="red" strokeweight="1.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EC071E8" wp14:editId="47DEA188">
                  <wp:extent cx="3286125" cy="1371600"/>
                  <wp:effectExtent l="19050" t="19050" r="28575" b="190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6125" cy="1371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5E81" w:rsidTr="00990127">
        <w:tc>
          <w:tcPr>
            <w:tcW w:w="10800" w:type="dxa"/>
            <w:gridSpan w:val="2"/>
          </w:tcPr>
          <w:p w:rsidR="00F85686" w:rsidRDefault="00D748AE" w:rsidP="00565E81">
            <w:pPr>
              <w:pStyle w:val="ListParagraph"/>
            </w:pPr>
            <w:r>
              <w:t>In the ‘</w:t>
            </w:r>
            <w:r w:rsidRPr="00065341">
              <w:rPr>
                <w:b/>
              </w:rPr>
              <w:t>Account Properties</w:t>
            </w:r>
            <w:r>
              <w:t xml:space="preserve">’ dialog, enter </w:t>
            </w:r>
            <w:r w:rsidR="00065341">
              <w:t xml:space="preserve">the URL of the PWA site in </w:t>
            </w:r>
            <w:r w:rsidR="00565E81">
              <w:t>the ‘</w:t>
            </w:r>
            <w:r w:rsidR="00565E81">
              <w:rPr>
                <w:b/>
              </w:rPr>
              <w:t>Project Server URL</w:t>
            </w:r>
            <w:r w:rsidR="00565E81">
              <w:t xml:space="preserve">’ </w:t>
            </w:r>
            <w:r w:rsidR="00065341">
              <w:t>field.</w:t>
            </w:r>
            <w:r w:rsidR="00565E81">
              <w:t xml:space="preserve"> </w:t>
            </w:r>
            <w:r w:rsidR="00065341">
              <w:t>You should enter the</w:t>
            </w:r>
            <w:r w:rsidR="00565E81">
              <w:t xml:space="preserve"> same URL </w:t>
            </w:r>
            <w:r w:rsidR="00565E81" w:rsidRPr="00565E81">
              <w:t>you used to access the PW</w:t>
            </w:r>
            <w:r w:rsidR="00F85686">
              <w:t>A site via a web browser. For example:</w:t>
            </w:r>
          </w:p>
          <w:p w:rsidR="00565E81" w:rsidRPr="00F85686" w:rsidRDefault="00565E81" w:rsidP="00D60720">
            <w:pPr>
              <w:spacing w:after="120"/>
              <w:ind w:left="72"/>
              <w:contextualSpacing w:val="0"/>
              <w:jc w:val="center"/>
              <w:rPr>
                <w:b/>
                <w:i/>
              </w:rPr>
            </w:pPr>
            <w:r w:rsidRPr="00F85686">
              <w:rPr>
                <w:b/>
                <w:i/>
              </w:rPr>
              <w:t>https://</w:t>
            </w:r>
            <w:r w:rsidR="00D60720">
              <w:rPr>
                <w:b/>
                <w:i/>
              </w:rPr>
              <w:t>ameren.</w:t>
            </w:r>
            <w:r w:rsidRPr="00F85686">
              <w:rPr>
                <w:b/>
                <w:i/>
              </w:rPr>
              <w:t>sharepoint.com/sites/pwa</w:t>
            </w:r>
          </w:p>
        </w:tc>
      </w:tr>
      <w:tr w:rsidR="00AC6AC2" w:rsidTr="00990127">
        <w:tc>
          <w:tcPr>
            <w:tcW w:w="10800" w:type="dxa"/>
            <w:gridSpan w:val="2"/>
          </w:tcPr>
          <w:p w:rsidR="00AC6AC2" w:rsidRPr="00D748AE" w:rsidRDefault="00D748AE" w:rsidP="00D748AE">
            <w:pPr>
              <w:pStyle w:val="ListParagraph"/>
            </w:pPr>
            <w:r>
              <w:t>In the ‘</w:t>
            </w:r>
            <w:r w:rsidRPr="00065341">
              <w:rPr>
                <w:b/>
              </w:rPr>
              <w:t>Account Properties</w:t>
            </w:r>
            <w:r>
              <w:t>’ dialog, select</w:t>
            </w:r>
            <w:r w:rsidRPr="00AC6AC2">
              <w:t xml:space="preserve"> </w:t>
            </w:r>
            <w:r w:rsidR="00AC6AC2" w:rsidRPr="00AC6AC2">
              <w:t>the ‘</w:t>
            </w:r>
            <w:r w:rsidR="00AC6AC2" w:rsidRPr="00AC6AC2">
              <w:rPr>
                <w:b/>
              </w:rPr>
              <w:t>Set as default account</w:t>
            </w:r>
            <w:r w:rsidR="00AC6AC2" w:rsidRPr="00AC6AC2">
              <w:t xml:space="preserve">’ </w:t>
            </w:r>
            <w:r w:rsidR="00065341">
              <w:t>check</w:t>
            </w:r>
            <w:r>
              <w:t>box</w:t>
            </w:r>
            <w:r w:rsidR="00AC6AC2">
              <w:t>.</w:t>
            </w:r>
          </w:p>
        </w:tc>
      </w:tr>
      <w:tr w:rsidR="00AC6AC2" w:rsidTr="00990127">
        <w:tc>
          <w:tcPr>
            <w:tcW w:w="10800" w:type="dxa"/>
            <w:gridSpan w:val="2"/>
          </w:tcPr>
          <w:p w:rsidR="00AC6AC2" w:rsidRPr="00AC6AC2" w:rsidRDefault="00AC6AC2" w:rsidP="00565E81">
            <w:pPr>
              <w:pStyle w:val="ListParagraph"/>
            </w:pPr>
            <w:r>
              <w:t>Click</w:t>
            </w:r>
            <w:r w:rsidR="00065341">
              <w:t xml:space="preserve"> the</w:t>
            </w:r>
            <w:r>
              <w:t xml:space="preserve"> ‘</w:t>
            </w:r>
            <w:r>
              <w:rPr>
                <w:b/>
              </w:rPr>
              <w:t>OK</w:t>
            </w:r>
            <w:r>
              <w:t xml:space="preserve">’ </w:t>
            </w:r>
            <w:r w:rsidR="00065341">
              <w:t xml:space="preserve">button </w:t>
            </w:r>
            <w:r>
              <w:t xml:space="preserve">to </w:t>
            </w:r>
            <w:r w:rsidR="00065341">
              <w:t>close the dialog</w:t>
            </w:r>
            <w:r>
              <w:t>.</w:t>
            </w:r>
          </w:p>
        </w:tc>
      </w:tr>
      <w:tr w:rsidR="00065341" w:rsidTr="004F668E">
        <w:tc>
          <w:tcPr>
            <w:tcW w:w="10800" w:type="dxa"/>
            <w:gridSpan w:val="2"/>
          </w:tcPr>
          <w:p w:rsidR="00065341" w:rsidRDefault="00065341" w:rsidP="004F668E">
            <w:pPr>
              <w:pStyle w:val="ListParagraph"/>
            </w:pPr>
            <w:r>
              <w:t>In the ‘</w:t>
            </w:r>
            <w:r w:rsidRPr="00065341">
              <w:rPr>
                <w:b/>
              </w:rPr>
              <w:t>Project Web App Accounts</w:t>
            </w:r>
            <w:r>
              <w:t>’ dialog, select the ‘</w:t>
            </w:r>
            <w:r>
              <w:rPr>
                <w:b/>
              </w:rPr>
              <w:t>Choose an account</w:t>
            </w:r>
            <w:r>
              <w:t>’ option and then click the ‘</w:t>
            </w:r>
            <w:r w:rsidRPr="00065341">
              <w:rPr>
                <w:b/>
              </w:rPr>
              <w:t>OK</w:t>
            </w:r>
            <w:r>
              <w:t>’ button.</w:t>
            </w:r>
          </w:p>
          <w:p w:rsidR="00065341" w:rsidRDefault="00D748AE" w:rsidP="00F06569">
            <w:pPr>
              <w:spacing w:after="120"/>
              <w:contextualSpacing w:val="0"/>
              <w:jc w:val="center"/>
            </w:pP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0433B2" wp14:editId="0C3FF827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68580</wp:posOffset>
                      </wp:positionV>
                      <wp:extent cx="982980" cy="281940"/>
                      <wp:effectExtent l="0" t="0" r="26670" b="22860"/>
                      <wp:wrapNone/>
                      <wp:docPr id="1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980" cy="28194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55B0DFF9" id="Rectangle 4" o:spid="_x0000_s1026" style="position:absolute;margin-left:105.25pt;margin-top:5.4pt;width:77.4pt;height:2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" filled="f" strokecolor="red" strokeweight="1.5pt"/>
                  </w:pict>
                </mc:Fallback>
              </mc:AlternateContent>
            </w:r>
            <w:r w:rsidR="00065341">
              <w:rPr>
                <w:noProof/>
                <w:bdr w:val="single" w:sz="4" w:space="0" w:color="D9D9D9"/>
              </w:rPr>
              <w:drawing>
                <wp:inline distT="0" distB="0" distL="0" distR="0" wp14:anchorId="0D1FA465" wp14:editId="11F28153">
                  <wp:extent cx="4069080" cy="1402080"/>
                  <wp:effectExtent l="19050" t="19050" r="26670" b="2667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080" cy="140208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chemeClr val="bg1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AC2" w:rsidTr="00990127">
        <w:tc>
          <w:tcPr>
            <w:tcW w:w="10800" w:type="dxa"/>
            <w:gridSpan w:val="2"/>
          </w:tcPr>
          <w:p w:rsidR="00AC6AC2" w:rsidRDefault="00AC6AC2" w:rsidP="00565E81">
            <w:pPr>
              <w:pStyle w:val="ListParagraph"/>
            </w:pPr>
            <w:r w:rsidRPr="00AC6AC2">
              <w:t xml:space="preserve">Close Microsoft Project Professional, and then </w:t>
            </w:r>
            <w:r w:rsidR="00065341">
              <w:t>re</w:t>
            </w:r>
            <w:r w:rsidRPr="00AC6AC2">
              <w:t xml:space="preserve">launch the </w:t>
            </w:r>
            <w:r w:rsidR="00065341">
              <w:t>software</w:t>
            </w:r>
            <w:r>
              <w:t>.</w:t>
            </w:r>
          </w:p>
        </w:tc>
      </w:tr>
      <w:tr w:rsidR="00AC6AC2" w:rsidTr="00990127">
        <w:tc>
          <w:tcPr>
            <w:tcW w:w="10800" w:type="dxa"/>
            <w:gridSpan w:val="2"/>
          </w:tcPr>
          <w:p w:rsidR="00AC6AC2" w:rsidRPr="00AC6AC2" w:rsidRDefault="00065341" w:rsidP="00565E81">
            <w:pPr>
              <w:pStyle w:val="ListParagraph"/>
            </w:pPr>
            <w:r>
              <w:t>In the ‘</w:t>
            </w:r>
            <w:r w:rsidRPr="00065341">
              <w:rPr>
                <w:b/>
              </w:rPr>
              <w:t>Login</w:t>
            </w:r>
            <w:r>
              <w:t xml:space="preserve">’ dialog, </w:t>
            </w:r>
            <w:r w:rsidR="00F85686">
              <w:t>select</w:t>
            </w:r>
            <w:r w:rsidR="002D4878">
              <w:t xml:space="preserve"> the PWA </w:t>
            </w:r>
            <w:r>
              <w:t>profile you created previously is selected in the ‘</w:t>
            </w:r>
            <w:r w:rsidRPr="00065341">
              <w:rPr>
                <w:b/>
              </w:rPr>
              <w:t>Profile</w:t>
            </w:r>
            <w:r>
              <w:t>’ pick list</w:t>
            </w:r>
            <w:r w:rsidR="00F85686">
              <w:t>, if necessary</w:t>
            </w:r>
            <w:r w:rsidR="002D4878">
              <w:t>.</w:t>
            </w:r>
          </w:p>
        </w:tc>
      </w:tr>
      <w:tr w:rsidR="00AC6AC2" w:rsidTr="00990127">
        <w:tc>
          <w:tcPr>
            <w:tcW w:w="10800" w:type="dxa"/>
            <w:gridSpan w:val="2"/>
          </w:tcPr>
          <w:p w:rsidR="00AC6AC2" w:rsidRDefault="00065341" w:rsidP="00565E81">
            <w:pPr>
              <w:pStyle w:val="ListParagraph"/>
            </w:pPr>
            <w:r>
              <w:lastRenderedPageBreak/>
              <w:t>Select</w:t>
            </w:r>
            <w:r w:rsidR="00AC6AC2">
              <w:t xml:space="preserve"> the ‘</w:t>
            </w:r>
            <w:r w:rsidR="00AC6AC2">
              <w:rPr>
                <w:b/>
              </w:rPr>
              <w:t>Load Summary Resource Assignments</w:t>
            </w:r>
            <w:r w:rsidR="00AC6AC2">
              <w:t xml:space="preserve">’ </w:t>
            </w:r>
            <w:r>
              <w:t>checkbox,</w:t>
            </w:r>
            <w:r w:rsidR="00AC6AC2">
              <w:t xml:space="preserve"> if </w:t>
            </w:r>
            <w:r>
              <w:t>it is currently selected</w:t>
            </w:r>
            <w:r w:rsidR="00AC6AC2">
              <w:t>.</w:t>
            </w:r>
          </w:p>
          <w:p w:rsidR="00AC6AC2" w:rsidRPr="00AC6AC2" w:rsidRDefault="00AC6AC2" w:rsidP="00F06569">
            <w:pPr>
              <w:spacing w:after="120"/>
              <w:contextualSpacing w:val="0"/>
              <w:jc w:val="center"/>
            </w:pP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354DFC7" wp14:editId="2A19A924">
                      <wp:simplePos x="0" y="0"/>
                      <wp:positionH relativeFrom="column">
                        <wp:posOffset>2365375</wp:posOffset>
                      </wp:positionH>
                      <wp:positionV relativeFrom="paragraph">
                        <wp:posOffset>605790</wp:posOffset>
                      </wp:positionV>
                      <wp:extent cx="1890713" cy="228600"/>
                      <wp:effectExtent l="0" t="0" r="14605" b="19050"/>
                      <wp:wrapNone/>
                      <wp:docPr id="2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0713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      <w:pict>
                    <v:rect w14:anchorId="6104648B" id="Rectangle 9" o:spid="_x0000_s1026" style="position:absolute;margin-left:186.25pt;margin-top:47.7pt;width:148.9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" filled="f" strokecolor="red" strokeweight="1.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8F446FB" wp14:editId="3E53CB8C">
                  <wp:extent cx="2867025" cy="1295400"/>
                  <wp:effectExtent l="19050" t="19050" r="28575" b="190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295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AC2" w:rsidTr="00990127">
        <w:tc>
          <w:tcPr>
            <w:tcW w:w="10800" w:type="dxa"/>
            <w:gridSpan w:val="2"/>
          </w:tcPr>
          <w:p w:rsidR="00AC6AC2" w:rsidRDefault="00AC6AC2" w:rsidP="00565E81">
            <w:pPr>
              <w:pStyle w:val="ListParagraph"/>
            </w:pPr>
            <w:r>
              <w:t xml:space="preserve">Click </w:t>
            </w:r>
            <w:r w:rsidR="00065341">
              <w:t xml:space="preserve">the </w:t>
            </w:r>
            <w:r>
              <w:t>‘</w:t>
            </w:r>
            <w:r>
              <w:rPr>
                <w:b/>
              </w:rPr>
              <w:t>OK</w:t>
            </w:r>
            <w:r>
              <w:t>’</w:t>
            </w:r>
            <w:r w:rsidR="00065341">
              <w:t xml:space="preserve"> button</w:t>
            </w:r>
            <w:r>
              <w:t xml:space="preserve">. You are now </w:t>
            </w:r>
            <w:r w:rsidR="00065341">
              <w:t xml:space="preserve">connected to PWA from Microsoft Project Professional. You will now be </w:t>
            </w:r>
            <w:r>
              <w:t xml:space="preserve">able to </w:t>
            </w:r>
            <w:r w:rsidR="00297FFA">
              <w:t>work with enterprise projects</w:t>
            </w:r>
            <w:r>
              <w:t xml:space="preserve"> from the PWA site.</w:t>
            </w:r>
          </w:p>
        </w:tc>
      </w:tr>
    </w:tbl>
    <w:p w:rsidR="004347E9" w:rsidRDefault="004347E9"/>
    <w:sectPr w:rsidR="004347E9" w:rsidSect="000F0EED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620" w:right="720" w:bottom="720" w:left="720" w:header="450" w:footer="4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E7A" w:rsidRDefault="007A7E7A" w:rsidP="004347E9">
      <w:pPr>
        <w:spacing w:after="0" w:line="240" w:lineRule="auto"/>
      </w:pPr>
      <w:r>
        <w:separator/>
      </w:r>
    </w:p>
  </w:endnote>
  <w:endnote w:type="continuationSeparator" w:id="0">
    <w:p w:rsidR="007A7E7A" w:rsidRDefault="007A7E7A" w:rsidP="0043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2251" w:type="dxa"/>
      <w:tblInd w:w="-724" w:type="dxa"/>
      <w:tblLook w:val="0600" w:firstRow="0" w:lastRow="0" w:firstColumn="0" w:lastColumn="0" w:noHBand="1" w:noVBand="1"/>
    </w:tblPr>
    <w:tblGrid>
      <w:gridCol w:w="3155"/>
      <w:gridCol w:w="3060"/>
      <w:gridCol w:w="3059"/>
      <w:gridCol w:w="7"/>
      <w:gridCol w:w="2963"/>
      <w:gridCol w:w="7"/>
    </w:tblGrid>
    <w:tr w:rsidR="000F0EED" w:rsidTr="002253D5">
      <w:tc>
        <w:tcPr>
          <w:tcW w:w="3155" w:type="dxa"/>
          <w:shd w:val="clear" w:color="auto" w:fill="0070C0"/>
        </w:tcPr>
        <w:p w:rsidR="000F0EED" w:rsidRPr="00290A02" w:rsidRDefault="000F0EED" w:rsidP="000F0EED">
          <w:pPr>
            <w:pStyle w:val="NoSpacing"/>
            <w:tabs>
              <w:tab w:val="left" w:pos="2138"/>
            </w:tabs>
            <w:rPr>
              <w:sz w:val="8"/>
            </w:rPr>
          </w:pPr>
        </w:p>
      </w:tc>
      <w:tc>
        <w:tcPr>
          <w:tcW w:w="3060" w:type="dxa"/>
          <w:shd w:val="clear" w:color="auto" w:fill="9F2936"/>
        </w:tcPr>
        <w:p w:rsidR="000F0EED" w:rsidRPr="00290A02" w:rsidRDefault="000F0EED" w:rsidP="000F0EED">
          <w:pPr>
            <w:pStyle w:val="NoSpacing"/>
            <w:rPr>
              <w:sz w:val="8"/>
            </w:rPr>
          </w:pPr>
        </w:p>
      </w:tc>
      <w:tc>
        <w:tcPr>
          <w:tcW w:w="3066" w:type="dxa"/>
          <w:gridSpan w:val="2"/>
          <w:shd w:val="clear" w:color="auto" w:fill="4E8542"/>
        </w:tcPr>
        <w:p w:rsidR="000F0EED" w:rsidRPr="00290A02" w:rsidRDefault="000F0EED" w:rsidP="000F0EED">
          <w:pPr>
            <w:pStyle w:val="NoSpacing"/>
            <w:rPr>
              <w:sz w:val="8"/>
            </w:rPr>
          </w:pPr>
        </w:p>
      </w:tc>
      <w:tc>
        <w:tcPr>
          <w:tcW w:w="2970" w:type="dxa"/>
          <w:gridSpan w:val="2"/>
          <w:shd w:val="clear" w:color="auto" w:fill="604878"/>
        </w:tcPr>
        <w:p w:rsidR="000F0EED" w:rsidRPr="00290A02" w:rsidRDefault="000F0EED" w:rsidP="000F0EED">
          <w:pPr>
            <w:pStyle w:val="NoSpacing"/>
            <w:rPr>
              <w:sz w:val="8"/>
            </w:rPr>
          </w:pPr>
        </w:p>
      </w:tc>
    </w:tr>
    <w:tr w:rsidR="000F0EED" w:rsidRPr="004347E9" w:rsidTr="002253D5">
      <w:trPr>
        <w:gridAfter w:val="1"/>
        <w:wAfter w:w="7" w:type="dxa"/>
      </w:trPr>
      <w:tc>
        <w:tcPr>
          <w:tcW w:w="9274" w:type="dxa"/>
          <w:gridSpan w:val="3"/>
          <w:tcBorders>
            <w:top w:val="nil"/>
            <w:bottom w:val="nil"/>
          </w:tcBorders>
          <w:vAlign w:val="center"/>
        </w:tcPr>
        <w:p w:rsidR="000F0EED" w:rsidRPr="004347E9" w:rsidRDefault="00691D97" w:rsidP="000F0EED">
          <w:pPr>
            <w:pStyle w:val="Foot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© 2017</w:t>
          </w:r>
          <w:r w:rsidR="00B670B8">
            <w:rPr>
              <w:rFonts w:asciiTheme="majorHAnsi" w:hAnsiTheme="majorHAnsi" w:cstheme="majorHAnsi"/>
            </w:rPr>
            <w:t xml:space="preserve"> Sensei Project Solutions, Inc. All rights reserved.</w:t>
          </w:r>
        </w:p>
      </w:tc>
      <w:tc>
        <w:tcPr>
          <w:tcW w:w="2970" w:type="dxa"/>
          <w:gridSpan w:val="2"/>
          <w:tcBorders>
            <w:top w:val="nil"/>
            <w:bottom w:val="nil"/>
          </w:tcBorders>
          <w:vAlign w:val="center"/>
        </w:tcPr>
        <w:p w:rsidR="000F0EED" w:rsidRPr="004347E9" w:rsidRDefault="000F0EED" w:rsidP="000F0EED">
          <w:pPr>
            <w:pStyle w:val="Footer"/>
            <w:ind w:right="615"/>
            <w:jc w:val="right"/>
            <w:rPr>
              <w:rFonts w:asciiTheme="majorHAnsi" w:hAnsiTheme="majorHAnsi" w:cstheme="majorHAnsi"/>
            </w:rPr>
          </w:pPr>
          <w:r w:rsidRPr="00953F42">
            <w:rPr>
              <w:rFonts w:asciiTheme="majorHAnsi" w:hAnsiTheme="majorHAnsi" w:cstheme="majorHAnsi"/>
            </w:rPr>
            <w:t xml:space="preserve">Page 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begin"/>
          </w:r>
          <w:r w:rsidRPr="00953F42">
            <w:rPr>
              <w:rFonts w:asciiTheme="majorHAnsi" w:hAnsiTheme="majorHAnsi" w:cstheme="majorHAnsi"/>
              <w:b/>
              <w:bCs/>
            </w:rPr>
            <w:instrText xml:space="preserve"> PAGE  \* Arabic  \* MERGEFORMAT </w:instrTex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separate"/>
          </w:r>
          <w:r w:rsidR="00ED513A">
            <w:rPr>
              <w:rFonts w:asciiTheme="majorHAnsi" w:hAnsiTheme="majorHAnsi" w:cstheme="majorHAnsi"/>
              <w:b/>
              <w:bCs/>
              <w:noProof/>
            </w:rPr>
            <w:t>3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end"/>
          </w:r>
          <w:r w:rsidRPr="00953F42">
            <w:rPr>
              <w:rFonts w:asciiTheme="majorHAnsi" w:hAnsiTheme="majorHAnsi" w:cstheme="majorHAnsi"/>
            </w:rPr>
            <w:t xml:space="preserve"> of 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begin"/>
          </w:r>
          <w:r w:rsidRPr="00953F42">
            <w:rPr>
              <w:rFonts w:asciiTheme="majorHAnsi" w:hAnsiTheme="majorHAnsi" w:cstheme="majorHAnsi"/>
              <w:b/>
              <w:bCs/>
            </w:rPr>
            <w:instrText xml:space="preserve"> NUMPAGES  \* Arabic  \* MERGEFORMAT </w:instrTex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separate"/>
          </w:r>
          <w:r w:rsidR="00ED513A">
            <w:rPr>
              <w:rFonts w:asciiTheme="majorHAnsi" w:hAnsiTheme="majorHAnsi" w:cstheme="majorHAnsi"/>
              <w:b/>
              <w:bCs/>
              <w:noProof/>
            </w:rPr>
            <w:t>3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end"/>
          </w:r>
        </w:p>
      </w:tc>
    </w:tr>
  </w:tbl>
  <w:p w:rsidR="000F0EED" w:rsidRDefault="000F0EED" w:rsidP="000F0EED">
    <w:pPr>
      <w:pStyle w:val="Footer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2251" w:type="dxa"/>
      <w:tblInd w:w="-724" w:type="dxa"/>
      <w:tblLook w:val="0600" w:firstRow="0" w:lastRow="0" w:firstColumn="0" w:lastColumn="0" w:noHBand="1" w:noVBand="1"/>
    </w:tblPr>
    <w:tblGrid>
      <w:gridCol w:w="3155"/>
      <w:gridCol w:w="3060"/>
      <w:gridCol w:w="3059"/>
      <w:gridCol w:w="7"/>
      <w:gridCol w:w="2963"/>
      <w:gridCol w:w="7"/>
    </w:tblGrid>
    <w:tr w:rsidR="000F0EED" w:rsidTr="002253D5">
      <w:tc>
        <w:tcPr>
          <w:tcW w:w="3155" w:type="dxa"/>
          <w:shd w:val="clear" w:color="auto" w:fill="0070C0"/>
        </w:tcPr>
        <w:p w:rsidR="000F0EED" w:rsidRPr="00290A02" w:rsidRDefault="000F0EED" w:rsidP="000F0EED">
          <w:pPr>
            <w:pStyle w:val="NoSpacing"/>
            <w:tabs>
              <w:tab w:val="left" w:pos="2138"/>
            </w:tabs>
            <w:rPr>
              <w:sz w:val="8"/>
            </w:rPr>
          </w:pPr>
        </w:p>
      </w:tc>
      <w:tc>
        <w:tcPr>
          <w:tcW w:w="3060" w:type="dxa"/>
          <w:shd w:val="clear" w:color="auto" w:fill="9F2936"/>
        </w:tcPr>
        <w:p w:rsidR="000F0EED" w:rsidRPr="00290A02" w:rsidRDefault="000F0EED" w:rsidP="000F0EED">
          <w:pPr>
            <w:pStyle w:val="NoSpacing"/>
            <w:rPr>
              <w:sz w:val="8"/>
            </w:rPr>
          </w:pPr>
        </w:p>
      </w:tc>
      <w:tc>
        <w:tcPr>
          <w:tcW w:w="3066" w:type="dxa"/>
          <w:gridSpan w:val="2"/>
          <w:shd w:val="clear" w:color="auto" w:fill="4E8542"/>
        </w:tcPr>
        <w:p w:rsidR="000F0EED" w:rsidRPr="00290A02" w:rsidRDefault="000F0EED" w:rsidP="000F0EED">
          <w:pPr>
            <w:pStyle w:val="NoSpacing"/>
            <w:rPr>
              <w:sz w:val="8"/>
            </w:rPr>
          </w:pPr>
        </w:p>
      </w:tc>
      <w:tc>
        <w:tcPr>
          <w:tcW w:w="2970" w:type="dxa"/>
          <w:gridSpan w:val="2"/>
          <w:shd w:val="clear" w:color="auto" w:fill="604878"/>
        </w:tcPr>
        <w:p w:rsidR="000F0EED" w:rsidRPr="00290A02" w:rsidRDefault="000F0EED" w:rsidP="000F0EED">
          <w:pPr>
            <w:pStyle w:val="NoSpacing"/>
            <w:rPr>
              <w:sz w:val="8"/>
            </w:rPr>
          </w:pPr>
        </w:p>
      </w:tc>
    </w:tr>
    <w:tr w:rsidR="000F0EED" w:rsidRPr="004347E9" w:rsidTr="002253D5">
      <w:trPr>
        <w:gridAfter w:val="1"/>
        <w:wAfter w:w="7" w:type="dxa"/>
      </w:trPr>
      <w:tc>
        <w:tcPr>
          <w:tcW w:w="9274" w:type="dxa"/>
          <w:gridSpan w:val="3"/>
          <w:tcBorders>
            <w:top w:val="nil"/>
            <w:bottom w:val="nil"/>
          </w:tcBorders>
          <w:vAlign w:val="center"/>
        </w:tcPr>
        <w:p w:rsidR="000F0EED" w:rsidRPr="004347E9" w:rsidRDefault="00B670B8" w:rsidP="000F0EED">
          <w:pPr>
            <w:pStyle w:val="Foot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© 201</w:t>
          </w:r>
          <w:r w:rsidR="00691D97">
            <w:rPr>
              <w:rFonts w:asciiTheme="majorHAnsi" w:hAnsiTheme="majorHAnsi" w:cstheme="majorHAnsi"/>
            </w:rPr>
            <w:t>7</w:t>
          </w:r>
          <w:r>
            <w:rPr>
              <w:rFonts w:asciiTheme="majorHAnsi" w:hAnsiTheme="majorHAnsi" w:cstheme="majorHAnsi"/>
            </w:rPr>
            <w:t xml:space="preserve"> Sensei Project Solutions, Inc. All rights reserved</w:t>
          </w:r>
          <w:proofErr w:type="gramStart"/>
          <w:r>
            <w:rPr>
              <w:rFonts w:asciiTheme="majorHAnsi" w:hAnsiTheme="majorHAnsi" w:cstheme="majorHAnsi"/>
            </w:rPr>
            <w:t>.</w:t>
          </w:r>
          <w:r w:rsidR="000F0EED" w:rsidRPr="004347E9">
            <w:rPr>
              <w:rFonts w:asciiTheme="majorHAnsi" w:hAnsiTheme="majorHAnsi" w:cstheme="majorHAnsi"/>
            </w:rPr>
            <w:t>.</w:t>
          </w:r>
          <w:proofErr w:type="gramEnd"/>
        </w:p>
      </w:tc>
      <w:tc>
        <w:tcPr>
          <w:tcW w:w="2970" w:type="dxa"/>
          <w:gridSpan w:val="2"/>
          <w:tcBorders>
            <w:top w:val="nil"/>
            <w:bottom w:val="nil"/>
          </w:tcBorders>
          <w:vAlign w:val="center"/>
        </w:tcPr>
        <w:p w:rsidR="000F0EED" w:rsidRPr="004347E9" w:rsidRDefault="000F0EED" w:rsidP="000F0EED">
          <w:pPr>
            <w:pStyle w:val="Footer"/>
            <w:ind w:right="615"/>
            <w:jc w:val="right"/>
            <w:rPr>
              <w:rFonts w:asciiTheme="majorHAnsi" w:hAnsiTheme="majorHAnsi" w:cstheme="majorHAnsi"/>
            </w:rPr>
          </w:pPr>
          <w:r w:rsidRPr="00953F42">
            <w:rPr>
              <w:rFonts w:asciiTheme="majorHAnsi" w:hAnsiTheme="majorHAnsi" w:cstheme="majorHAnsi"/>
            </w:rPr>
            <w:t xml:space="preserve">Page 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begin"/>
          </w:r>
          <w:r w:rsidRPr="00953F42">
            <w:rPr>
              <w:rFonts w:asciiTheme="majorHAnsi" w:hAnsiTheme="majorHAnsi" w:cstheme="majorHAnsi"/>
              <w:b/>
              <w:bCs/>
            </w:rPr>
            <w:instrText xml:space="preserve"> PAGE  \* Arabic  \* MERGEFORMAT </w:instrTex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separate"/>
          </w:r>
          <w:r w:rsidR="00ED513A">
            <w:rPr>
              <w:rFonts w:asciiTheme="majorHAnsi" w:hAnsiTheme="majorHAnsi" w:cstheme="majorHAnsi"/>
              <w:b/>
              <w:bCs/>
              <w:noProof/>
            </w:rPr>
            <w:t>1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end"/>
          </w:r>
          <w:r w:rsidRPr="00953F42">
            <w:rPr>
              <w:rFonts w:asciiTheme="majorHAnsi" w:hAnsiTheme="majorHAnsi" w:cstheme="majorHAnsi"/>
            </w:rPr>
            <w:t xml:space="preserve"> of 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begin"/>
          </w:r>
          <w:r w:rsidRPr="00953F42">
            <w:rPr>
              <w:rFonts w:asciiTheme="majorHAnsi" w:hAnsiTheme="majorHAnsi" w:cstheme="majorHAnsi"/>
              <w:b/>
              <w:bCs/>
            </w:rPr>
            <w:instrText xml:space="preserve"> NUMPAGES  \* Arabic  \* MERGEFORMAT </w:instrTex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separate"/>
          </w:r>
          <w:r w:rsidR="00ED513A">
            <w:rPr>
              <w:rFonts w:asciiTheme="majorHAnsi" w:hAnsiTheme="majorHAnsi" w:cstheme="majorHAnsi"/>
              <w:b/>
              <w:bCs/>
              <w:noProof/>
            </w:rPr>
            <w:t>3</w:t>
          </w:r>
          <w:r w:rsidRPr="00953F42">
            <w:rPr>
              <w:rFonts w:asciiTheme="majorHAnsi" w:hAnsiTheme="majorHAnsi" w:cstheme="majorHAnsi"/>
              <w:b/>
              <w:bCs/>
            </w:rPr>
            <w:fldChar w:fldCharType="end"/>
          </w:r>
        </w:p>
      </w:tc>
    </w:tr>
  </w:tbl>
  <w:p w:rsidR="000F0EED" w:rsidRDefault="000F0EED" w:rsidP="000F0EED">
    <w:pPr>
      <w:pStyle w:val="Footer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E7A" w:rsidRDefault="007A7E7A" w:rsidP="004347E9">
      <w:pPr>
        <w:spacing w:after="0" w:line="240" w:lineRule="auto"/>
      </w:pPr>
      <w:r>
        <w:separator/>
      </w:r>
    </w:p>
  </w:footnote>
  <w:footnote w:type="continuationSeparator" w:id="0">
    <w:p w:rsidR="007A7E7A" w:rsidRDefault="007A7E7A" w:rsidP="00434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F42" w:rsidRPr="004347E9" w:rsidRDefault="00953F42" w:rsidP="004347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42C03A8" wp14:editId="7794FF85">
              <wp:simplePos x="0" y="0"/>
              <wp:positionH relativeFrom="page">
                <wp:align>right</wp:align>
              </wp:positionH>
              <wp:positionV relativeFrom="topMargin">
                <wp:posOffset>242888</wp:posOffset>
              </wp:positionV>
              <wp:extent cx="7761923" cy="352424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61923" cy="352424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6389AE6E" id="Rectangle 9" o:spid="_x0000_s1026" style="position:absolute;margin-left:560pt;margin-top:19.15pt;width:611.2pt;height:27.75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" fillcolor="#e2efd9 [665]" stroked="f">
              <w10:wrap anchorx="page" anchory="margin"/>
            </v:rect>
          </w:pict>
        </mc:Fallback>
      </mc:AlternateContent>
    </w:r>
    <w:sdt>
      <w:sdtPr>
        <w:alias w:val="Title"/>
        <w:tag w:val=""/>
        <w:id w:val="172988939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D4F61">
          <w:t>Connect Project Professional to PWA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EED" w:rsidRDefault="000F0EED" w:rsidP="000F0EED">
    <w:pPr>
      <w:pStyle w:val="Header"/>
      <w:ind w:left="3600"/>
    </w:pPr>
    <w:r w:rsidRPr="004347E9">
      <w:rPr>
        <w:noProof/>
      </w:rPr>
      <w:drawing>
        <wp:anchor distT="0" distB="0" distL="114300" distR="114300" simplePos="0" relativeHeight="251668480" behindDoc="0" locked="0" layoutInCell="1" allowOverlap="1" wp14:anchorId="094FFBD7" wp14:editId="5C7D22D2">
          <wp:simplePos x="0" y="0"/>
          <wp:positionH relativeFrom="margin">
            <wp:posOffset>147638</wp:posOffset>
          </wp:positionH>
          <wp:positionV relativeFrom="page">
            <wp:posOffset>190500</wp:posOffset>
          </wp:positionV>
          <wp:extent cx="1546225" cy="547370"/>
          <wp:effectExtent l="0" t="0" r="0" b="508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sensei logo color no tagline and badge - JPEG - 1200wi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225" cy="547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47ADC993" wp14:editId="711AECD5">
              <wp:simplePos x="0" y="0"/>
              <wp:positionH relativeFrom="page">
                <wp:posOffset>2767013</wp:posOffset>
              </wp:positionH>
              <wp:positionV relativeFrom="topMargin">
                <wp:posOffset>133351</wp:posOffset>
              </wp:positionV>
              <wp:extent cx="4995227" cy="647700"/>
              <wp:effectExtent l="0" t="0" r="571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95227" cy="64770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6001A031" id="Rectangle 6" o:spid="_x0000_s1026" style="position:absolute;margin-left:217.9pt;margin-top:10.5pt;width:393.3pt;height:5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" fillcolor="#e2efd9 [665]" stroked="f">
              <w10:wrap anchorx="page" anchory="margin"/>
            </v:rect>
          </w:pict>
        </mc:Fallback>
      </mc:AlternateContent>
    </w:r>
    <w:sdt>
      <w:sdtPr>
        <w:rPr>
          <w:sz w:val="40"/>
        </w:rPr>
        <w:alias w:val="Title"/>
        <w:tag w:val=""/>
        <w:id w:val="1606379847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D4F61">
          <w:rPr>
            <w:sz w:val="40"/>
          </w:rPr>
          <w:t>Connect Project Professional to PWA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5D36"/>
    <w:multiLevelType w:val="hybridMultilevel"/>
    <w:tmpl w:val="4F54CAB4"/>
    <w:lvl w:ilvl="0" w:tplc="07F8ED9E">
      <w:start w:val="1"/>
      <w:numFmt w:val="decimal"/>
      <w:pStyle w:val="ListParagraph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FB67DAB"/>
    <w:multiLevelType w:val="hybridMultilevel"/>
    <w:tmpl w:val="5D1A2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61"/>
    <w:rsid w:val="00012748"/>
    <w:rsid w:val="00065341"/>
    <w:rsid w:val="0009238C"/>
    <w:rsid w:val="000A0B8E"/>
    <w:rsid w:val="000F0EED"/>
    <w:rsid w:val="001A1055"/>
    <w:rsid w:val="00297FFA"/>
    <w:rsid w:val="002D4878"/>
    <w:rsid w:val="003C2E56"/>
    <w:rsid w:val="004170D4"/>
    <w:rsid w:val="004347E9"/>
    <w:rsid w:val="004425F7"/>
    <w:rsid w:val="00467C22"/>
    <w:rsid w:val="004E476F"/>
    <w:rsid w:val="00536E35"/>
    <w:rsid w:val="00565E81"/>
    <w:rsid w:val="005673B1"/>
    <w:rsid w:val="005F71D5"/>
    <w:rsid w:val="00691D97"/>
    <w:rsid w:val="007A7E7A"/>
    <w:rsid w:val="007D433B"/>
    <w:rsid w:val="00953F42"/>
    <w:rsid w:val="009731C1"/>
    <w:rsid w:val="00980486"/>
    <w:rsid w:val="00AC6AC2"/>
    <w:rsid w:val="00B670B8"/>
    <w:rsid w:val="00C006B8"/>
    <w:rsid w:val="00C8502F"/>
    <w:rsid w:val="00CE58EF"/>
    <w:rsid w:val="00D60720"/>
    <w:rsid w:val="00D748AE"/>
    <w:rsid w:val="00D97498"/>
    <w:rsid w:val="00DD4F61"/>
    <w:rsid w:val="00E35C89"/>
    <w:rsid w:val="00E3600E"/>
    <w:rsid w:val="00ED513A"/>
    <w:rsid w:val="00F06569"/>
    <w:rsid w:val="00F8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7FA768-2948-425B-9691-116C84F5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7E9"/>
    <w:pPr>
      <w:tabs>
        <w:tab w:val="center" w:pos="4680"/>
        <w:tab w:val="right" w:pos="9360"/>
      </w:tabs>
      <w:spacing w:after="0" w:line="240" w:lineRule="auto"/>
      <w:jc w:val="right"/>
    </w:pPr>
    <w:rPr>
      <w:rFonts w:asciiTheme="majorHAnsi" w:hAnsiTheme="majorHAnsi" w:cstheme="majorHAnsi"/>
      <w:color w:val="767171" w:themeColor="background2" w:themeShade="80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4347E9"/>
    <w:rPr>
      <w:rFonts w:asciiTheme="majorHAnsi" w:hAnsiTheme="majorHAnsi" w:cstheme="majorHAnsi"/>
      <w:color w:val="767171" w:themeColor="background2" w:themeShade="80"/>
      <w:sz w:val="28"/>
    </w:rPr>
  </w:style>
  <w:style w:type="paragraph" w:styleId="Footer">
    <w:name w:val="footer"/>
    <w:basedOn w:val="Normal"/>
    <w:link w:val="FooterChar"/>
    <w:uiPriority w:val="99"/>
    <w:unhideWhenUsed/>
    <w:rsid w:val="004347E9"/>
    <w:pPr>
      <w:tabs>
        <w:tab w:val="center" w:pos="4680"/>
        <w:tab w:val="right" w:pos="9360"/>
      </w:tabs>
      <w:spacing w:after="0" w:line="240" w:lineRule="auto"/>
      <w:ind w:left="521"/>
    </w:pPr>
    <w:rPr>
      <w:color w:val="767171" w:themeColor="background2" w:themeShade="80"/>
      <w:sz w:val="16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347E9"/>
    <w:rPr>
      <w:color w:val="767171" w:themeColor="background2" w:themeShade="80"/>
      <w:sz w:val="16"/>
      <w:szCs w:val="21"/>
    </w:rPr>
  </w:style>
  <w:style w:type="paragraph" w:styleId="NoSpacing">
    <w:name w:val="No Spacing"/>
    <w:uiPriority w:val="1"/>
    <w:qFormat/>
    <w:rsid w:val="004347E9"/>
    <w:pPr>
      <w:spacing w:after="0" w:line="240" w:lineRule="auto"/>
    </w:pPr>
    <w:rPr>
      <w:sz w:val="21"/>
      <w:szCs w:val="21"/>
    </w:rPr>
  </w:style>
  <w:style w:type="table" w:styleId="TableGrid">
    <w:name w:val="Table Grid"/>
    <w:aliases w:val="Description Table"/>
    <w:basedOn w:val="TableNormal"/>
    <w:uiPriority w:val="39"/>
    <w:rsid w:val="001A1055"/>
    <w:pPr>
      <w:spacing w:after="0" w:line="240" w:lineRule="auto"/>
      <w:ind w:left="288" w:right="288"/>
    </w:pPr>
    <w:rPr>
      <w:i/>
      <w:sz w:val="20"/>
      <w:szCs w:val="21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pPr>
        <w:wordWrap/>
        <w:spacing w:beforeLines="60" w:before="60" w:beforeAutospacing="0" w:afterLines="60" w:after="60" w:afterAutospacing="0"/>
        <w:contextualSpacing w:val="0"/>
      </w:pPr>
      <w:tblPr/>
      <w:tcPr>
        <w:tcBorders>
          <w:top w:val="single" w:sz="4" w:space="0" w:color="BFBFBF" w:themeColor="background1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4347E9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4347E9"/>
    <w:rPr>
      <w:i/>
      <w:iCs/>
      <w:color w:val="404040" w:themeColor="text1" w:themeTint="BF"/>
    </w:rPr>
  </w:style>
  <w:style w:type="table" w:styleId="TableGridLight">
    <w:name w:val="Grid Table Light"/>
    <w:aliases w:val="Procedure Table"/>
    <w:basedOn w:val="TableNormal"/>
    <w:uiPriority w:val="40"/>
    <w:rsid w:val="0009238C"/>
    <w:pPr>
      <w:spacing w:before="60" w:after="60" w:line="240" w:lineRule="auto"/>
      <w:contextualSpacing/>
    </w:pPr>
    <w:rPr>
      <w:sz w:val="20"/>
    </w:rPr>
    <w:tblPr>
      <w:tblStyleRowBandSize w:val="1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115" w:type="dxa"/>
        <w:bottom w:w="14" w:type="dxa"/>
        <w:right w:w="115" w:type="dxa"/>
      </w:tblCellMar>
    </w:tblPr>
    <w:trPr>
      <w:cantSplit/>
    </w:trPr>
    <w:tblStylePr w:type="firstRow">
      <w:pPr>
        <w:jc w:val="left"/>
      </w:pPr>
      <w:rPr>
        <w:rFonts w:ascii="Segoe UI Semibold" w:hAnsi="Segoe UI Semibold"/>
        <w:color w:val="FFFFFF" w:themeColor="background1"/>
        <w:sz w:val="28"/>
      </w:rPr>
      <w:tblPr/>
      <w:tcPr>
        <w:shd w:val="clear" w:color="auto" w:fill="0070C0"/>
        <w:vAlign w:val="center"/>
      </w:tcPr>
    </w:tblStylePr>
  </w:style>
  <w:style w:type="paragraph" w:styleId="ListParagraph">
    <w:name w:val="List Paragraph"/>
    <w:basedOn w:val="Normal"/>
    <w:uiPriority w:val="34"/>
    <w:qFormat/>
    <w:rsid w:val="00C8502F"/>
    <w:pPr>
      <w:numPr>
        <w:numId w:val="2"/>
      </w:numPr>
      <w:spacing w:before="60" w:after="60" w:line="240" w:lineRule="auto"/>
      <w:ind w:left="435"/>
      <w:contextualSpacing/>
    </w:pPr>
    <w:rPr>
      <w:sz w:val="20"/>
    </w:rPr>
  </w:style>
  <w:style w:type="character" w:styleId="Hyperlink">
    <w:name w:val="Hyperlink"/>
    <w:basedOn w:val="DefaultParagraphFont"/>
    <w:uiPriority w:val="99"/>
    <w:unhideWhenUsed/>
    <w:rsid w:val="00F85686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F8568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1\Dropbox%20(Sensei)\3%20-%20Delivery\Jumpstart%20Solutions\6-Procedures\V3.0\Sensei%20Procedur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Sensei Font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073B7E15EB6E4C964DD69CB0D16005" ma:contentTypeVersion="0" ma:contentTypeDescription="Create a new document." ma:contentTypeScope="" ma:versionID="0f019b9ac84db218ebf48ab90189b53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704B3F-3DF4-4796-B6E6-C42F1A310540}"/>
</file>

<file path=customXml/itemProps2.xml><?xml version="1.0" encoding="utf-8"?>
<ds:datastoreItem xmlns:ds="http://schemas.openxmlformats.org/officeDocument/2006/customXml" ds:itemID="{1D8F07DC-7077-4ABC-94A3-30E30238DFEF}"/>
</file>

<file path=customXml/itemProps3.xml><?xml version="1.0" encoding="utf-8"?>
<ds:datastoreItem xmlns:ds="http://schemas.openxmlformats.org/officeDocument/2006/customXml" ds:itemID="{EE60F3EC-4649-4532-A2E9-9B58B088BEF6}"/>
</file>

<file path=customXml/itemProps4.xml><?xml version="1.0" encoding="utf-8"?>
<ds:datastoreItem xmlns:ds="http://schemas.openxmlformats.org/officeDocument/2006/customXml" ds:itemID="{F92F09D9-4A37-4E86-9AD9-0482DF0F017F}"/>
</file>

<file path=docProps/app.xml><?xml version="1.0" encoding="utf-8"?>
<Properties xmlns="http://schemas.openxmlformats.org/officeDocument/2006/extended-properties" xmlns:vt="http://schemas.openxmlformats.org/officeDocument/2006/docPropsVTypes">
  <Template>Sensei Procedure Template</Template>
  <TotalTime>0</TotalTime>
  <Pages>3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Connect Project Professional to PWA</vt:lpstr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 Project Professional to PWA</dc:title>
  <dc:subject/>
  <dc:creator>Christopher Vega</dc:creator>
  <cp:keywords/>
  <dc:description/>
  <cp:lastModifiedBy>Goulbourne, Domaine</cp:lastModifiedBy>
  <cp:revision>2</cp:revision>
  <dcterms:created xsi:type="dcterms:W3CDTF">2018-01-24T20:37:00Z</dcterms:created>
  <dcterms:modified xsi:type="dcterms:W3CDTF">2018-01-24T20:37:00Z</dcterms:modified>
  <cp:category>Miscellaneous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0x010100A6073B7E15EB6E4C964DD69CB0D16005</vt:lpwstr>
  </property>
  <property fmtid="{D5CDD505-2E9C-101B-9397-08002B2CF9AE}" pid="3" name="Document Area">
    <vt:lpwstr>6 - Miscellaneous</vt:lpwstr>
  </property>
  <property fmtid="{D5CDD505-2E9C-101B-9397-08002B2CF9AE}" pid="4" name="SharedWithUsers">
    <vt:lpwstr>Burbridge, David W706</vt:lpwstr>
  </property>
  <property fmtid="{D5CDD505-2E9C-101B-9397-08002B2CF9AE}" pid="5" name="Role">
    <vt:lpwstr>Project Manager</vt:lpwstr>
  </property>
</Properties>
</file>